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4BE4FFF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55BD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  <w:r w:rsidR="004C1842">
        <w:rPr>
          <w:lang w:eastAsia="cs-CZ"/>
        </w:rPr>
        <w:t xml:space="preserve"> a zároveň příloha č. 5 Rámcové dohody</w:t>
      </w:r>
    </w:p>
    <w:p w14:paraId="26620B5C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AEC1595" w14:textId="6E6C1B89" w:rsidR="004871B8" w:rsidRDefault="00A035EA" w:rsidP="004871B8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015E2D">
        <w:rPr>
          <w:rFonts w:eastAsia="Times New Roman" w:cs="Times New Roman"/>
          <w:lang w:eastAsia="cs-CZ"/>
        </w:rPr>
        <w:t>podlimitní sektorovou veřejnou zakázku</w:t>
      </w:r>
      <w:r w:rsidR="00015E2D">
        <w:rPr>
          <w:rFonts w:eastAsia="Times New Roman" w:cs="Times New Roman"/>
          <w:lang w:eastAsia="cs-CZ"/>
        </w:rPr>
        <w:t xml:space="preserve"> </w:t>
      </w:r>
      <w:r w:rsidR="006D392E" w:rsidRPr="00D716B7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="006D392E" w:rsidRPr="004D4EE8">
        <w:t>„</w:t>
      </w:r>
      <w:bookmarkEnd w:id="0"/>
      <w:r w:rsidR="00F85E02">
        <w:rPr>
          <w:rFonts w:eastAsia="Times New Roman" w:cs="Times New Roman"/>
          <w:b/>
          <w:lang w:eastAsia="cs-CZ"/>
        </w:rPr>
        <w:t>M</w:t>
      </w:r>
      <w:r w:rsidR="0062501E">
        <w:rPr>
          <w:rFonts w:eastAsia="Times New Roman" w:cs="Times New Roman"/>
          <w:b/>
          <w:lang w:eastAsia="cs-CZ"/>
        </w:rPr>
        <w:t>azací olej</w:t>
      </w:r>
      <w:r w:rsidR="00EB5147">
        <w:rPr>
          <w:rFonts w:eastAsia="Times New Roman" w:cs="Times New Roman"/>
          <w:b/>
          <w:lang w:eastAsia="cs-CZ"/>
        </w:rPr>
        <w:t xml:space="preserve"> k ošetřování kluzných stoliček a závěrů výhybek – 2025</w:t>
      </w:r>
      <w:r w:rsidR="006D392E" w:rsidRPr="004D4EE8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 xml:space="preserve">bude dodávat předmět plnění </w:t>
      </w:r>
      <w:r w:rsidR="00363A3B">
        <w:rPr>
          <w:rFonts w:eastAsia="Times New Roman" w:cs="Times New Roman"/>
          <w:lang w:eastAsia="cs-CZ"/>
        </w:rPr>
        <w:t xml:space="preserve">na něž jsou uzavřené se Správou železnic, státní organizací </w:t>
      </w:r>
      <w:r w:rsidR="004871B8">
        <w:rPr>
          <w:rFonts w:eastAsia="Times New Roman" w:cs="Times New Roman"/>
          <w:lang w:eastAsia="cs-CZ"/>
        </w:rPr>
        <w:t xml:space="preserve">TPD. </w:t>
      </w:r>
      <w:r w:rsidR="00363A3B">
        <w:t>Účastník prohlašuje, že předmět plnění dodávaný v</w:t>
      </w:r>
      <w:r w:rsidR="008F331D">
        <w:t> </w:t>
      </w:r>
      <w:r w:rsidR="00032878">
        <w:t>dílčích</w:t>
      </w:r>
      <w:r w:rsidR="008F331D">
        <w:t xml:space="preserve"> zakázkách</w:t>
      </w:r>
      <w:r w:rsidR="00363A3B">
        <w:t xml:space="preserve"> bude </w:t>
      </w:r>
      <w:r w:rsidR="00363A3B" w:rsidRPr="00701DF3">
        <w:t>splň</w:t>
      </w:r>
      <w:r w:rsidR="00363A3B">
        <w:t>ovat</w:t>
      </w:r>
      <w:r w:rsidR="00363A3B" w:rsidRPr="00701DF3">
        <w:t xml:space="preserve"> technické</w:t>
      </w:r>
      <w:r w:rsidR="00682D48">
        <w:t xml:space="preserve"> podmínky</w:t>
      </w:r>
      <w:r w:rsidR="008F331D">
        <w:t xml:space="preserve"> uvedené v TPD</w:t>
      </w:r>
      <w:r w:rsidR="00363A3B">
        <w:t>. Účastník rovněž bere na vědomí, své právní povinnosti z toho vyplývající</w:t>
      </w:r>
      <w:r w:rsidR="009F09D2">
        <w:t>,</w:t>
      </w:r>
      <w:r w:rsidR="00363A3B">
        <w:t xml:space="preserve"> zejména závazek záruční doby dle stanovených TPD.</w:t>
      </w:r>
    </w:p>
    <w:p w14:paraId="3A544A30" w14:textId="192E4D6F" w:rsidR="004871B8" w:rsidRPr="00A035EA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 </w:t>
      </w:r>
      <w:r w:rsidR="008F331D">
        <w:rPr>
          <w:rFonts w:eastAsia="Times New Roman" w:cs="Times New Roman"/>
          <w:lang w:eastAsia="cs-CZ"/>
        </w:rPr>
        <w:t xml:space="preserve">se rozhodl, že </w:t>
      </w:r>
      <w:r>
        <w:rPr>
          <w:rFonts w:eastAsia="Times New Roman" w:cs="Times New Roman"/>
          <w:lang w:eastAsia="cs-CZ"/>
        </w:rPr>
        <w:t xml:space="preserve">pro tyto účely využije výrobky s následujícími TPD: </w:t>
      </w:r>
    </w:p>
    <w:tbl>
      <w:tblPr>
        <w:tblW w:w="8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126"/>
      </w:tblGrid>
      <w:tr w:rsidR="00F85E02" w:rsidRPr="009C46DE" w14:paraId="759B224C" w14:textId="77777777" w:rsidTr="00F85E02">
        <w:trPr>
          <w:trHeight w:val="500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AC89A" w14:textId="6BC2AAD6" w:rsidR="00F85E02" w:rsidRPr="00432F59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32F59">
              <w:rPr>
                <w:rFonts w:ascii="Verdana" w:eastAsia="Times New Roman" w:hAnsi="Verdana" w:cs="Times New Roman"/>
                <w:b/>
                <w:lang w:eastAsia="cs-CZ"/>
              </w:rPr>
              <w:t xml:space="preserve">Název 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zboží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801DB2" w14:textId="77777777" w:rsidR="00F85E02" w:rsidRDefault="00F85E02" w:rsidP="0062501E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  <w:p w14:paraId="5DBC7114" w14:textId="7622E38A" w:rsidR="00F85E02" w:rsidRDefault="00F85E02" w:rsidP="0062501E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7E9EB3" w14:textId="17F644DC" w:rsidR="00F85E02" w:rsidRPr="00432F59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F85E02" w:rsidRPr="00760D1D" w14:paraId="78B355F3" w14:textId="77777777" w:rsidTr="00F85E02">
        <w:trPr>
          <w:trHeight w:val="460"/>
        </w:trPr>
        <w:tc>
          <w:tcPr>
            <w:tcW w:w="5387" w:type="dxa"/>
            <w:shd w:val="clear" w:color="auto" w:fill="92D050"/>
            <w:vAlign w:val="center"/>
          </w:tcPr>
          <w:p w14:paraId="4FCF78A8" w14:textId="7547AE69" w:rsidR="00F85E02" w:rsidRPr="00760D1D" w:rsidRDefault="00F85E02" w:rsidP="0062501E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shd w:val="clear" w:color="auto" w:fill="92D050"/>
          </w:tcPr>
          <w:p w14:paraId="552D6028" w14:textId="77777777" w:rsidR="00F85E02" w:rsidRPr="00760D1D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126" w:type="dxa"/>
            <w:shd w:val="clear" w:color="auto" w:fill="92D050"/>
            <w:noWrap/>
            <w:vAlign w:val="center"/>
          </w:tcPr>
          <w:p w14:paraId="655493B4" w14:textId="214AFF35" w:rsidR="00F85E02" w:rsidRPr="00760D1D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</w:tbl>
    <w:p w14:paraId="6AF1E157" w14:textId="380586FC" w:rsidR="009F392E" w:rsidRDefault="009F392E" w:rsidP="00015E2D">
      <w:pPr>
        <w:spacing w:line="240" w:lineRule="auto"/>
      </w:pPr>
    </w:p>
    <w:p w14:paraId="19665D51" w14:textId="77777777" w:rsidR="0062501E" w:rsidRDefault="0062501E" w:rsidP="00015E2D">
      <w:pPr>
        <w:spacing w:line="240" w:lineRule="auto"/>
      </w:pPr>
    </w:p>
    <w:p w14:paraId="0D4E4C92" w14:textId="77777777" w:rsidR="0062501E" w:rsidRDefault="0062501E" w:rsidP="00015E2D">
      <w:pPr>
        <w:spacing w:line="240" w:lineRule="auto"/>
      </w:pPr>
    </w:p>
    <w:p w14:paraId="0F93EEBA" w14:textId="77777777" w:rsidR="0062501E" w:rsidRDefault="0062501E" w:rsidP="00015E2D">
      <w:pPr>
        <w:spacing w:line="240" w:lineRule="auto"/>
      </w:pPr>
    </w:p>
    <w:p w14:paraId="062E785C" w14:textId="77777777" w:rsidR="0062501E" w:rsidRDefault="0062501E" w:rsidP="00015E2D">
      <w:pPr>
        <w:spacing w:line="240" w:lineRule="auto"/>
      </w:pPr>
    </w:p>
    <w:p w14:paraId="10A42BC0" w14:textId="77777777" w:rsidR="0062501E" w:rsidRDefault="0062501E" w:rsidP="00015E2D">
      <w:pPr>
        <w:spacing w:line="240" w:lineRule="auto"/>
      </w:pPr>
    </w:p>
    <w:p w14:paraId="7CB5643C" w14:textId="77777777" w:rsidR="0062501E" w:rsidRDefault="0062501E" w:rsidP="00015E2D">
      <w:pPr>
        <w:spacing w:line="240" w:lineRule="auto"/>
      </w:pPr>
    </w:p>
    <w:p w14:paraId="28B28817" w14:textId="77777777" w:rsidR="0062501E" w:rsidRDefault="0062501E" w:rsidP="00015E2D">
      <w:pPr>
        <w:spacing w:line="240" w:lineRule="auto"/>
      </w:pPr>
    </w:p>
    <w:p w14:paraId="14F3DE50" w14:textId="77777777" w:rsidR="0062501E" w:rsidRDefault="0062501E" w:rsidP="00015E2D">
      <w:pPr>
        <w:spacing w:line="240" w:lineRule="auto"/>
      </w:pPr>
    </w:p>
    <w:p w14:paraId="418F7027" w14:textId="77777777" w:rsidR="0062501E" w:rsidRDefault="0062501E" w:rsidP="00015E2D">
      <w:pPr>
        <w:spacing w:line="240" w:lineRule="auto"/>
      </w:pPr>
    </w:p>
    <w:p w14:paraId="26F753E0" w14:textId="77777777" w:rsidR="0062501E" w:rsidRDefault="0062501E" w:rsidP="00015E2D">
      <w:pPr>
        <w:spacing w:line="240" w:lineRule="auto"/>
      </w:pPr>
    </w:p>
    <w:p w14:paraId="46DEB4C6" w14:textId="77777777" w:rsidR="00F85E02" w:rsidRDefault="00F85E02" w:rsidP="00015E2D">
      <w:pPr>
        <w:spacing w:line="240" w:lineRule="auto"/>
      </w:pPr>
    </w:p>
    <w:p w14:paraId="259B566C" w14:textId="77777777" w:rsidR="00F85E02" w:rsidRDefault="00F85E02" w:rsidP="00015E2D">
      <w:pPr>
        <w:spacing w:line="240" w:lineRule="auto"/>
      </w:pPr>
    </w:p>
    <w:p w14:paraId="37DAAA41" w14:textId="77777777" w:rsidR="0062501E" w:rsidRPr="0039682D" w:rsidRDefault="0062501E" w:rsidP="0062501E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p w14:paraId="10D433FA" w14:textId="77777777" w:rsidR="0062501E" w:rsidRPr="00F0533E" w:rsidRDefault="0062501E" w:rsidP="00015E2D">
      <w:pPr>
        <w:spacing w:line="240" w:lineRule="auto"/>
      </w:pPr>
    </w:p>
    <w:sectPr w:rsidR="0062501E" w:rsidRPr="00F0533E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A64A8" w14:textId="77777777" w:rsidR="00AA2C14" w:rsidRDefault="00AA2C14" w:rsidP="00962258">
      <w:pPr>
        <w:spacing w:after="0" w:line="240" w:lineRule="auto"/>
      </w:pPr>
      <w:r>
        <w:separator/>
      </w:r>
    </w:p>
  </w:endnote>
  <w:endnote w:type="continuationSeparator" w:id="0">
    <w:p w14:paraId="5C2629B6" w14:textId="77777777" w:rsidR="00AA2C14" w:rsidRDefault="00AA2C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F1715C" w:rsidRDefault="00F1715C" w:rsidP="00D831A3">
          <w:pPr>
            <w:pStyle w:val="Zpat"/>
          </w:pPr>
        </w:p>
      </w:tc>
    </w:tr>
  </w:tbl>
  <w:p w14:paraId="0D4A0C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7777777" w:rsidR="003813B7" w:rsidRPr="00B8518B" w:rsidRDefault="003813B7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1F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3813B7" w:rsidRDefault="003813B7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3813B7" w:rsidRDefault="003813B7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3813B7" w:rsidRDefault="003813B7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3813B7" w:rsidRDefault="003813B7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3813B7" w:rsidRDefault="003813B7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3813B7" w:rsidRDefault="00E21FD0" w:rsidP="008A5E56">
          <w:pPr>
            <w:pStyle w:val="Zpat"/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8691C2" w14:textId="77777777" w:rsidR="003813B7" w:rsidRDefault="003813B7" w:rsidP="008A5E56">
          <w:pPr>
            <w:pStyle w:val="Zpat"/>
            <w:spacing w:before="0"/>
          </w:pPr>
        </w:p>
      </w:tc>
    </w:tr>
  </w:tbl>
  <w:p w14:paraId="786748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F9117" w14:textId="77777777" w:rsidR="00AA2C14" w:rsidRDefault="00AA2C14" w:rsidP="00962258">
      <w:pPr>
        <w:spacing w:after="0" w:line="240" w:lineRule="auto"/>
      </w:pPr>
      <w:r>
        <w:separator/>
      </w:r>
    </w:p>
  </w:footnote>
  <w:footnote w:type="continuationSeparator" w:id="0">
    <w:p w14:paraId="334F8697" w14:textId="77777777" w:rsidR="00AA2C14" w:rsidRDefault="00AA2C14" w:rsidP="00962258">
      <w:pPr>
        <w:spacing w:after="0" w:line="240" w:lineRule="auto"/>
      </w:pPr>
      <w:r>
        <w:continuationSeparator/>
      </w:r>
    </w:p>
  </w:footnote>
  <w:footnote w:id="1">
    <w:p w14:paraId="0A35DCDC" w14:textId="77777777" w:rsidR="00F85E02" w:rsidRDefault="00F85E02" w:rsidP="006250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 xml:space="preserve">Účastník uvede </w:t>
      </w:r>
      <w:r w:rsidRPr="00CB2E68">
        <w:t>osobu</w:t>
      </w:r>
      <w:r>
        <w:t xml:space="preserve"> (fyzickou či právnickou – zde uvede obchodní firmu)</w:t>
      </w:r>
      <w:r w:rsidRPr="00634C3D">
        <w:t>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F1715C" w:rsidRPr="00D6163D" w:rsidRDefault="00F1715C" w:rsidP="00D6163D">
          <w:pPr>
            <w:pStyle w:val="Druhdokumentu"/>
          </w:pPr>
        </w:p>
      </w:tc>
    </w:tr>
  </w:tbl>
  <w:p w14:paraId="74E56F9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F1715C" w:rsidRPr="00D6163D" w:rsidRDefault="00F1715C" w:rsidP="00FC6389">
          <w:pPr>
            <w:pStyle w:val="Druhdokumentu"/>
          </w:pPr>
        </w:p>
      </w:tc>
    </w:tr>
    <w:tr w:rsidR="009F392E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9F392E" w:rsidRPr="00D6163D" w:rsidRDefault="009F392E" w:rsidP="00FC6389">
          <w:pPr>
            <w:pStyle w:val="Druhdokumentu"/>
          </w:pPr>
        </w:p>
      </w:tc>
    </w:tr>
  </w:tbl>
  <w:p w14:paraId="47E98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35775790">
    <w:abstractNumId w:val="2"/>
  </w:num>
  <w:num w:numId="2" w16cid:durableId="56127376">
    <w:abstractNumId w:val="1"/>
  </w:num>
  <w:num w:numId="3" w16cid:durableId="18055441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1907178">
    <w:abstractNumId w:val="7"/>
  </w:num>
  <w:num w:numId="5" w16cid:durableId="30155284">
    <w:abstractNumId w:val="3"/>
  </w:num>
  <w:num w:numId="6" w16cid:durableId="1015496441">
    <w:abstractNumId w:val="4"/>
  </w:num>
  <w:num w:numId="7" w16cid:durableId="1274359488">
    <w:abstractNumId w:val="0"/>
  </w:num>
  <w:num w:numId="8" w16cid:durableId="758478249">
    <w:abstractNumId w:val="5"/>
  </w:num>
  <w:num w:numId="9" w16cid:durableId="8211927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7351475">
    <w:abstractNumId w:val="4"/>
  </w:num>
  <w:num w:numId="11" w16cid:durableId="1220745830">
    <w:abstractNumId w:val="1"/>
  </w:num>
  <w:num w:numId="12" w16cid:durableId="1167131324">
    <w:abstractNumId w:val="4"/>
  </w:num>
  <w:num w:numId="13" w16cid:durableId="716703431">
    <w:abstractNumId w:val="4"/>
  </w:num>
  <w:num w:numId="14" w16cid:durableId="2032026360">
    <w:abstractNumId w:val="4"/>
  </w:num>
  <w:num w:numId="15" w16cid:durableId="472411675">
    <w:abstractNumId w:val="4"/>
  </w:num>
  <w:num w:numId="16" w16cid:durableId="1037464469">
    <w:abstractNumId w:val="8"/>
  </w:num>
  <w:num w:numId="17" w16cid:durableId="603078541">
    <w:abstractNumId w:val="2"/>
  </w:num>
  <w:num w:numId="18" w16cid:durableId="1509829709">
    <w:abstractNumId w:val="8"/>
  </w:num>
  <w:num w:numId="19" w16cid:durableId="599921063">
    <w:abstractNumId w:val="8"/>
  </w:num>
  <w:num w:numId="20" w16cid:durableId="623341738">
    <w:abstractNumId w:val="8"/>
  </w:num>
  <w:num w:numId="21" w16cid:durableId="1635527010">
    <w:abstractNumId w:val="8"/>
  </w:num>
  <w:num w:numId="22" w16cid:durableId="2087607223">
    <w:abstractNumId w:val="4"/>
  </w:num>
  <w:num w:numId="23" w16cid:durableId="1940671624">
    <w:abstractNumId w:val="1"/>
  </w:num>
  <w:num w:numId="24" w16cid:durableId="791367833">
    <w:abstractNumId w:val="4"/>
  </w:num>
  <w:num w:numId="25" w16cid:durableId="39785230">
    <w:abstractNumId w:val="4"/>
  </w:num>
  <w:num w:numId="26" w16cid:durableId="2062241186">
    <w:abstractNumId w:val="4"/>
  </w:num>
  <w:num w:numId="27" w16cid:durableId="1497915215">
    <w:abstractNumId w:val="4"/>
  </w:num>
  <w:num w:numId="28" w16cid:durableId="1830100052">
    <w:abstractNumId w:val="8"/>
  </w:num>
  <w:num w:numId="29" w16cid:durableId="265694625">
    <w:abstractNumId w:val="2"/>
  </w:num>
  <w:num w:numId="30" w16cid:durableId="2050832253">
    <w:abstractNumId w:val="8"/>
  </w:num>
  <w:num w:numId="31" w16cid:durableId="1674381927">
    <w:abstractNumId w:val="8"/>
  </w:num>
  <w:num w:numId="32" w16cid:durableId="433021269">
    <w:abstractNumId w:val="8"/>
  </w:num>
  <w:num w:numId="33" w16cid:durableId="15791689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15E2D"/>
    <w:rsid w:val="00032878"/>
    <w:rsid w:val="00072C1E"/>
    <w:rsid w:val="00072E5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7628"/>
    <w:rsid w:val="002613BF"/>
    <w:rsid w:val="00280E07"/>
    <w:rsid w:val="002B76F2"/>
    <w:rsid w:val="002C31BF"/>
    <w:rsid w:val="002C39FA"/>
    <w:rsid w:val="002C7739"/>
    <w:rsid w:val="002D08B1"/>
    <w:rsid w:val="002D6164"/>
    <w:rsid w:val="002E0CD7"/>
    <w:rsid w:val="002F45BA"/>
    <w:rsid w:val="00337A7A"/>
    <w:rsid w:val="00341DCF"/>
    <w:rsid w:val="00357BC6"/>
    <w:rsid w:val="00363A3B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5D6D"/>
    <w:rsid w:val="00496178"/>
    <w:rsid w:val="004B19A2"/>
    <w:rsid w:val="004B348C"/>
    <w:rsid w:val="004C18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21C76"/>
    <w:rsid w:val="00523EA7"/>
    <w:rsid w:val="00553375"/>
    <w:rsid w:val="00557C28"/>
    <w:rsid w:val="005736B7"/>
    <w:rsid w:val="00575E5A"/>
    <w:rsid w:val="005A1D7F"/>
    <w:rsid w:val="005E71C8"/>
    <w:rsid w:val="005F1404"/>
    <w:rsid w:val="0061068E"/>
    <w:rsid w:val="0062501E"/>
    <w:rsid w:val="00660AD3"/>
    <w:rsid w:val="0066225E"/>
    <w:rsid w:val="00677B7F"/>
    <w:rsid w:val="00682D48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F50"/>
    <w:rsid w:val="007E4A6E"/>
    <w:rsid w:val="007F56A7"/>
    <w:rsid w:val="00807DD0"/>
    <w:rsid w:val="008659F3"/>
    <w:rsid w:val="00886D4B"/>
    <w:rsid w:val="00895406"/>
    <w:rsid w:val="008A3568"/>
    <w:rsid w:val="008A5E56"/>
    <w:rsid w:val="008C4874"/>
    <w:rsid w:val="008D03B9"/>
    <w:rsid w:val="008F18D6"/>
    <w:rsid w:val="008F331D"/>
    <w:rsid w:val="00904780"/>
    <w:rsid w:val="00922385"/>
    <w:rsid w:val="009223DF"/>
    <w:rsid w:val="00923DE9"/>
    <w:rsid w:val="0092448F"/>
    <w:rsid w:val="00936091"/>
    <w:rsid w:val="00940D8A"/>
    <w:rsid w:val="009573B2"/>
    <w:rsid w:val="00962258"/>
    <w:rsid w:val="009678B7"/>
    <w:rsid w:val="009833E1"/>
    <w:rsid w:val="00992D9C"/>
    <w:rsid w:val="009959AE"/>
    <w:rsid w:val="00996202"/>
    <w:rsid w:val="00996CB8"/>
    <w:rsid w:val="009B14A9"/>
    <w:rsid w:val="009B2E97"/>
    <w:rsid w:val="009C6169"/>
    <w:rsid w:val="009E07F4"/>
    <w:rsid w:val="009F09D2"/>
    <w:rsid w:val="009F392E"/>
    <w:rsid w:val="009F48A2"/>
    <w:rsid w:val="009F64D3"/>
    <w:rsid w:val="00A035EA"/>
    <w:rsid w:val="00A6177B"/>
    <w:rsid w:val="00A66136"/>
    <w:rsid w:val="00A93686"/>
    <w:rsid w:val="00AA2C14"/>
    <w:rsid w:val="00AA4CBB"/>
    <w:rsid w:val="00AA65FA"/>
    <w:rsid w:val="00AA7351"/>
    <w:rsid w:val="00AC5679"/>
    <w:rsid w:val="00AD056F"/>
    <w:rsid w:val="00AD6731"/>
    <w:rsid w:val="00AE26B3"/>
    <w:rsid w:val="00AF5147"/>
    <w:rsid w:val="00B15D0D"/>
    <w:rsid w:val="00B75EE1"/>
    <w:rsid w:val="00B77481"/>
    <w:rsid w:val="00B8518B"/>
    <w:rsid w:val="00BD7E91"/>
    <w:rsid w:val="00C00D9A"/>
    <w:rsid w:val="00C02D0A"/>
    <w:rsid w:val="00C03A6E"/>
    <w:rsid w:val="00C15D7C"/>
    <w:rsid w:val="00C44F6A"/>
    <w:rsid w:val="00C47AE3"/>
    <w:rsid w:val="00C47D15"/>
    <w:rsid w:val="00CD1FC4"/>
    <w:rsid w:val="00D074E8"/>
    <w:rsid w:val="00D2011C"/>
    <w:rsid w:val="00D21061"/>
    <w:rsid w:val="00D30C28"/>
    <w:rsid w:val="00D4108E"/>
    <w:rsid w:val="00D553C1"/>
    <w:rsid w:val="00D6163D"/>
    <w:rsid w:val="00D73D46"/>
    <w:rsid w:val="00D831A3"/>
    <w:rsid w:val="00D9029A"/>
    <w:rsid w:val="00DC75F3"/>
    <w:rsid w:val="00DD46F3"/>
    <w:rsid w:val="00DE56F2"/>
    <w:rsid w:val="00DF116D"/>
    <w:rsid w:val="00E21FD0"/>
    <w:rsid w:val="00E2278C"/>
    <w:rsid w:val="00E55BDE"/>
    <w:rsid w:val="00E64EAC"/>
    <w:rsid w:val="00E82D17"/>
    <w:rsid w:val="00E901D1"/>
    <w:rsid w:val="00EB104F"/>
    <w:rsid w:val="00EB5147"/>
    <w:rsid w:val="00ED14BD"/>
    <w:rsid w:val="00EF62A7"/>
    <w:rsid w:val="00EF67F6"/>
    <w:rsid w:val="00F0533E"/>
    <w:rsid w:val="00F07C3C"/>
    <w:rsid w:val="00F1048D"/>
    <w:rsid w:val="00F12DEC"/>
    <w:rsid w:val="00F1715C"/>
    <w:rsid w:val="00F310F8"/>
    <w:rsid w:val="00F35939"/>
    <w:rsid w:val="00F371DE"/>
    <w:rsid w:val="00F45607"/>
    <w:rsid w:val="00F5558F"/>
    <w:rsid w:val="00F659EB"/>
    <w:rsid w:val="00F84E4B"/>
    <w:rsid w:val="00F85E02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2501E"/>
    <w:rPr>
      <w:vertAlign w:val="superscript"/>
    </w:rPr>
  </w:style>
  <w:style w:type="character" w:customStyle="1" w:styleId="MstoaasChar">
    <w:name w:val="Místo a čas Char"/>
    <w:basedOn w:val="Standardnpsmoodstavce"/>
    <w:link w:val="Mstoaas"/>
    <w:locked/>
    <w:rsid w:val="0062501E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62501E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61A44-5B50-49D7-B4FD-64166D04D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13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15</cp:revision>
  <cp:lastPrinted>2025-05-27T12:01:00Z</cp:lastPrinted>
  <dcterms:created xsi:type="dcterms:W3CDTF">2024-05-10T09:21:00Z</dcterms:created>
  <dcterms:modified xsi:type="dcterms:W3CDTF">2025-05-27T12:01:00Z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